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0BDA5" w14:textId="6D1FFD8B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D3EA7">
        <w:rPr>
          <w:rFonts w:asciiTheme="majorHAnsi" w:eastAsia="Times New Roman" w:hAnsiTheme="majorHAnsi" w:cs="Times New Roman"/>
          <w:lang w:eastAsia="cs-CZ"/>
        </w:rPr>
        <w:t>7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383B95" w14:textId="77777777" w:rsidR="00A756D0" w:rsidRPr="00345180" w:rsidRDefault="00A756D0" w:rsidP="00D434B3">
      <w:pPr>
        <w:pStyle w:val="Nadpis1"/>
        <w:rPr>
          <w:rFonts w:eastAsia="Times New Roman"/>
          <w:sz w:val="32"/>
          <w:szCs w:val="32"/>
          <w:lang w:eastAsia="cs-CZ"/>
        </w:rPr>
      </w:pPr>
      <w:r w:rsidRPr="00345180">
        <w:rPr>
          <w:rFonts w:eastAsia="Times New Roman"/>
          <w:color w:val="FF5200"/>
          <w:sz w:val="32"/>
          <w:szCs w:val="32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68E9ABBF">
        <w:tc>
          <w:tcPr>
            <w:tcW w:w="2405" w:type="dxa"/>
            <w:shd w:val="clear" w:color="auto" w:fill="D9D9D9" w:themeFill="background1" w:themeFillShade="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 w:themeFill="background1" w:themeFillShade="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 w:themeFill="background1" w:themeFillShade="D9"/>
          </w:tcPr>
          <w:p w14:paraId="7554130A" w14:textId="7C74FB9A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 xml:space="preserve">Cena </w:t>
            </w:r>
            <w:r w:rsidR="00BA2ABD">
              <w:rPr>
                <w:rStyle w:val="Siln"/>
              </w:rPr>
              <w:t>celkem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 w:themeFill="background1" w:themeFillShade="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 w:themeFill="background1" w:themeFillShade="D9"/>
          </w:tcPr>
          <w:p w14:paraId="7385FACC" w14:textId="3D8040F1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 xml:space="preserve">Cena </w:t>
            </w:r>
            <w:r w:rsidR="00BA2ABD">
              <w:rPr>
                <w:rStyle w:val="Siln"/>
              </w:rPr>
              <w:t>celkem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BA2ABD" w:rsidRPr="00E255CB" w14:paraId="5CD3BE54" w14:textId="77777777" w:rsidTr="00926139">
        <w:tc>
          <w:tcPr>
            <w:tcW w:w="2405" w:type="dxa"/>
          </w:tcPr>
          <w:p w14:paraId="6F38DADC" w14:textId="053597FB" w:rsidR="00BA2ABD" w:rsidRPr="00E255CB" w:rsidRDefault="00BA2ABD" w:rsidP="00BA2ABD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Pevná část plnění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76972646" w14:textId="5A0564EC" w:rsidR="00BA2ABD" w:rsidRPr="00E255CB" w:rsidRDefault="00BA2ABD" w:rsidP="00BA2ABD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328C946C" w14:textId="14927CFD" w:rsidR="00BA2ABD" w:rsidRPr="00E255CB" w:rsidRDefault="00BA2ABD" w:rsidP="00BA2ABD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73310AE0" w14:textId="3EB7F707" w:rsidR="00BA2ABD" w:rsidRPr="00E255CB" w:rsidRDefault="00BA2ABD" w:rsidP="00BA2ABD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BA2ABD" w:rsidRPr="00E255CB" w:rsidRDefault="00BA2ABD" w:rsidP="00BA2ABD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BA2ABD" w:rsidRPr="00E255CB" w:rsidRDefault="00BA2ABD" w:rsidP="00BA2ABD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253443CD" w:rsidR="00BA2ABD" w:rsidRPr="00E255CB" w:rsidRDefault="00BA2ABD" w:rsidP="00BA2ABD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>
              <w:rPr>
                <w:rFonts w:asciiTheme="minorHAnsi" w:hAnsiTheme="minorHAnsi"/>
                <w:szCs w:val="18"/>
              </w:rPr>
              <w:t>dokončení pevné části plnění</w:t>
            </w:r>
          </w:p>
          <w:p w14:paraId="008A8317" w14:textId="77777777" w:rsidR="00BA2ABD" w:rsidRPr="00E255CB" w:rsidRDefault="00BA2ABD" w:rsidP="00BA2ABD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BA2ABD" w:rsidRPr="00E255CB" w14:paraId="5E3E09F8" w14:textId="77777777" w:rsidTr="68E9ABBF">
        <w:tc>
          <w:tcPr>
            <w:tcW w:w="2405" w:type="dxa"/>
          </w:tcPr>
          <w:p w14:paraId="5BF00D92" w14:textId="77777777" w:rsidR="00BA2ABD" w:rsidRDefault="00BA2ABD" w:rsidP="00BA2ABD">
            <w:pPr>
              <w:jc w:val="left"/>
            </w:pPr>
            <w:r>
              <w:t>Rámcová část plnění</w:t>
            </w:r>
          </w:p>
          <w:p w14:paraId="42398677" w14:textId="711F0884" w:rsidR="00BA2ABD" w:rsidRPr="00E255CB" w:rsidRDefault="00BA2ABD" w:rsidP="00BA2ABD">
            <w:pPr>
              <w:jc w:val="left"/>
              <w:rPr>
                <w:rFonts w:asciiTheme="minorHAnsi" w:hAnsiTheme="minorHAnsi"/>
                <w:szCs w:val="18"/>
              </w:rPr>
            </w:pPr>
            <w:r>
              <w:t>(realizace případných dodatečných konzultantských a programátorských prací)</w:t>
            </w:r>
          </w:p>
        </w:tc>
        <w:tc>
          <w:tcPr>
            <w:tcW w:w="1843" w:type="dxa"/>
          </w:tcPr>
          <w:p w14:paraId="5BB28275" w14:textId="1E9EA3B7" w:rsidR="00BA2ABD" w:rsidRPr="00E255CB" w:rsidRDefault="00BA2ABD" w:rsidP="00BA2ABD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CA0F2DF" w14:textId="08E0D2F2" w:rsidR="00BA2ABD" w:rsidRPr="00CC7B49" w:rsidRDefault="00BA2ABD" w:rsidP="00BA2ABD">
            <w:r w:rsidRPr="68E9ABBF">
              <w:rPr>
                <w:rFonts w:asciiTheme="minorHAnsi" w:hAnsiTheme="minorHAnsi"/>
              </w:rPr>
              <w:t>10</w:t>
            </w:r>
          </w:p>
        </w:tc>
        <w:tc>
          <w:tcPr>
            <w:tcW w:w="1919" w:type="dxa"/>
          </w:tcPr>
          <w:p w14:paraId="33E86264" w14:textId="1234BF70" w:rsidR="00BA2ABD" w:rsidRPr="00E255CB" w:rsidRDefault="00BA2ABD" w:rsidP="00BA2ABD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5136407" w14:textId="77777777" w:rsidR="00BA2ABD" w:rsidRPr="00E255CB" w:rsidRDefault="00BA2ABD" w:rsidP="00BA2ABD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3F1483F" w14:textId="77777777" w:rsidR="00BA2ABD" w:rsidRPr="00E255CB" w:rsidRDefault="00BA2ABD" w:rsidP="00BA2ABD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0564398" w14:textId="30F4902F" w:rsidR="00BA2ABD" w:rsidRPr="00E255CB" w:rsidRDefault="00BA2ABD" w:rsidP="00BA2ABD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>
              <w:rPr>
                <w:rFonts w:asciiTheme="minorHAnsi" w:hAnsiTheme="minorHAnsi"/>
                <w:szCs w:val="18"/>
              </w:rPr>
              <w:t>realizaci příslušné objednávky</w:t>
            </w:r>
          </w:p>
          <w:p w14:paraId="786BE506" w14:textId="77777777" w:rsidR="00BA2ABD" w:rsidRPr="00E255CB" w:rsidRDefault="00BA2ABD" w:rsidP="00BA2ABD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BA2ABD" w:rsidRPr="00E255CB" w14:paraId="56DCCF51" w14:textId="77777777" w:rsidTr="68E9ABBF">
        <w:tc>
          <w:tcPr>
            <w:tcW w:w="2405" w:type="dxa"/>
          </w:tcPr>
          <w:p w14:paraId="22C3F914" w14:textId="09029B55" w:rsidR="00BA2ABD" w:rsidRPr="00E255CB" w:rsidRDefault="00BA2ABD" w:rsidP="00BA2ABD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Cena celkem 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5950E56D" w14:textId="77777777" w:rsidR="00BA2ABD" w:rsidRPr="00E255CB" w:rsidRDefault="00BA2ABD" w:rsidP="00BA2ABD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4E8CA2BE" w14:textId="77777777" w:rsidR="00BA2ABD" w:rsidRPr="00E255CB" w:rsidRDefault="00BA2ABD" w:rsidP="00BA2ABD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53373FDE" w14:textId="741B18A0" w:rsidR="00BA2ABD" w:rsidRPr="00E255CB" w:rsidRDefault="00BA2ABD" w:rsidP="00BA2ABD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99A0C0E" w14:textId="77777777" w:rsidR="00BA2ABD" w:rsidRPr="00E255CB" w:rsidRDefault="00BA2ABD" w:rsidP="00BA2ABD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75CD37D8" w14:textId="77777777" w:rsidR="00BA2ABD" w:rsidRPr="00E255CB" w:rsidRDefault="00BA2ABD" w:rsidP="00BA2ABD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tl2br w:val="single" w:sz="4" w:space="0" w:color="auto"/>
            </w:tcBorders>
          </w:tcPr>
          <w:p w14:paraId="3A652F85" w14:textId="77777777" w:rsidR="00BA2ABD" w:rsidRPr="00E255CB" w:rsidRDefault="00BA2ABD" w:rsidP="00BA2ABD">
            <w:pPr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58F7F84D" w:rsidR="00F56224" w:rsidRPr="00E255CB" w:rsidRDefault="00AB3A74" w:rsidP="00FC3D46">
      <w:r>
        <w:t>Čerpání rámcové části plnění bude</w:t>
      </w:r>
      <w:r w:rsidR="00F56224" w:rsidRPr="00E255CB">
        <w:t xml:space="preserve"> vycházet z jednotné sazby za člověkohodinu (60 minut skutečně odvedené práce jednoho člověka na provádění Díla) ve výši </w:t>
      </w:r>
      <w:r w:rsidR="00F56224" w:rsidRPr="00E255CB">
        <w:rPr>
          <w:highlight w:val="yellow"/>
        </w:rPr>
        <w:t>[</w:t>
      </w:r>
      <w:r w:rsidR="00F56224" w:rsidRPr="00D434B3">
        <w:rPr>
          <w:highlight w:val="yellow"/>
        </w:rPr>
        <w:t>DOPLNÍ OBJEDNATEL</w:t>
      </w:r>
      <w:r w:rsidR="00F56224" w:rsidRPr="00E255CB">
        <w:rPr>
          <w:highlight w:val="yellow"/>
        </w:rPr>
        <w:t>]</w:t>
      </w:r>
      <w:r w:rsidR="00F56224" w:rsidRPr="00E255CB">
        <w:t xml:space="preserve"> Kč (slovy </w:t>
      </w:r>
      <w:r w:rsidR="00F56224" w:rsidRPr="00E255CB">
        <w:rPr>
          <w:highlight w:val="yellow"/>
        </w:rPr>
        <w:t>[</w:t>
      </w:r>
      <w:r w:rsidR="00F56224" w:rsidRPr="00D434B3">
        <w:rPr>
          <w:highlight w:val="yellow"/>
        </w:rPr>
        <w:t>DOPLNÍ OBJEDNATEL</w:t>
      </w:r>
      <w:r w:rsidR="00F56224" w:rsidRPr="00E255CB">
        <w:rPr>
          <w:highlight w:val="yellow"/>
        </w:rPr>
        <w:t>]</w:t>
      </w:r>
      <w:r w:rsidR="00F56224" w:rsidRPr="00E255CB">
        <w:t xml:space="preserve"> korun českých). </w:t>
      </w:r>
      <w:r w:rsidR="00345180">
        <w:t>1 MD odpovídá 8 hodinám.</w:t>
      </w:r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BEAF8" w14:textId="77777777" w:rsidR="009F788C" w:rsidRDefault="009F788C" w:rsidP="00962258">
      <w:pPr>
        <w:spacing w:after="0" w:line="240" w:lineRule="auto"/>
      </w:pPr>
      <w:r>
        <w:separator/>
      </w:r>
    </w:p>
  </w:endnote>
  <w:endnote w:type="continuationSeparator" w:id="0">
    <w:p w14:paraId="28F5B6EB" w14:textId="77777777" w:rsidR="009F788C" w:rsidRDefault="009F78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68CDC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428B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B9DBF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34A4B81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41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41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7BA73C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52BED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96EA7" w14:textId="77777777" w:rsidR="009F788C" w:rsidRDefault="009F788C" w:rsidP="00962258">
      <w:pPr>
        <w:spacing w:after="0" w:line="240" w:lineRule="auto"/>
      </w:pPr>
      <w:r>
        <w:separator/>
      </w:r>
    </w:p>
  </w:footnote>
  <w:footnote w:type="continuationSeparator" w:id="0">
    <w:p w14:paraId="65215F00" w14:textId="77777777" w:rsidR="009F788C" w:rsidRDefault="009F78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1942023">
    <w:abstractNumId w:val="2"/>
  </w:num>
  <w:num w:numId="2" w16cid:durableId="128012599">
    <w:abstractNumId w:val="1"/>
  </w:num>
  <w:num w:numId="3" w16cid:durableId="12335395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0607960">
    <w:abstractNumId w:val="8"/>
  </w:num>
  <w:num w:numId="5" w16cid:durableId="1308781282">
    <w:abstractNumId w:val="3"/>
  </w:num>
  <w:num w:numId="6" w16cid:durableId="828982448">
    <w:abstractNumId w:val="4"/>
  </w:num>
  <w:num w:numId="7" w16cid:durableId="2097506901">
    <w:abstractNumId w:val="0"/>
  </w:num>
  <w:num w:numId="8" w16cid:durableId="535889673">
    <w:abstractNumId w:val="5"/>
  </w:num>
  <w:num w:numId="9" w16cid:durableId="16239970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9599942">
    <w:abstractNumId w:val="4"/>
  </w:num>
  <w:num w:numId="11" w16cid:durableId="6297353">
    <w:abstractNumId w:val="1"/>
  </w:num>
  <w:num w:numId="12" w16cid:durableId="1151094274">
    <w:abstractNumId w:val="4"/>
  </w:num>
  <w:num w:numId="13" w16cid:durableId="235940643">
    <w:abstractNumId w:val="4"/>
  </w:num>
  <w:num w:numId="14" w16cid:durableId="1283222107">
    <w:abstractNumId w:val="4"/>
  </w:num>
  <w:num w:numId="15" w16cid:durableId="175310089">
    <w:abstractNumId w:val="4"/>
  </w:num>
  <w:num w:numId="16" w16cid:durableId="523522228">
    <w:abstractNumId w:val="9"/>
  </w:num>
  <w:num w:numId="17" w16cid:durableId="197550912">
    <w:abstractNumId w:val="2"/>
  </w:num>
  <w:num w:numId="18" w16cid:durableId="263349157">
    <w:abstractNumId w:val="9"/>
  </w:num>
  <w:num w:numId="19" w16cid:durableId="1510099339">
    <w:abstractNumId w:val="9"/>
  </w:num>
  <w:num w:numId="20" w16cid:durableId="1952742903">
    <w:abstractNumId w:val="9"/>
  </w:num>
  <w:num w:numId="21" w16cid:durableId="898514980">
    <w:abstractNumId w:val="9"/>
  </w:num>
  <w:num w:numId="22" w16cid:durableId="1249999994">
    <w:abstractNumId w:val="4"/>
  </w:num>
  <w:num w:numId="23" w16cid:durableId="496044327">
    <w:abstractNumId w:val="1"/>
  </w:num>
  <w:num w:numId="24" w16cid:durableId="84887615">
    <w:abstractNumId w:val="4"/>
  </w:num>
  <w:num w:numId="25" w16cid:durableId="286084095">
    <w:abstractNumId w:val="4"/>
  </w:num>
  <w:num w:numId="26" w16cid:durableId="180556585">
    <w:abstractNumId w:val="4"/>
  </w:num>
  <w:num w:numId="27" w16cid:durableId="2125692130">
    <w:abstractNumId w:val="4"/>
  </w:num>
  <w:num w:numId="28" w16cid:durableId="758216798">
    <w:abstractNumId w:val="9"/>
  </w:num>
  <w:num w:numId="29" w16cid:durableId="1181160722">
    <w:abstractNumId w:val="2"/>
  </w:num>
  <w:num w:numId="30" w16cid:durableId="1796219397">
    <w:abstractNumId w:val="9"/>
  </w:num>
  <w:num w:numId="31" w16cid:durableId="97875482">
    <w:abstractNumId w:val="9"/>
  </w:num>
  <w:num w:numId="32" w16cid:durableId="2146463611">
    <w:abstractNumId w:val="9"/>
  </w:num>
  <w:num w:numId="33" w16cid:durableId="2032295426">
    <w:abstractNumId w:val="9"/>
  </w:num>
  <w:num w:numId="34" w16cid:durableId="107724122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4F07"/>
    <w:rsid w:val="00072C1E"/>
    <w:rsid w:val="00074BC0"/>
    <w:rsid w:val="000E23A7"/>
    <w:rsid w:val="000E4423"/>
    <w:rsid w:val="0010693F"/>
    <w:rsid w:val="00114472"/>
    <w:rsid w:val="00121D48"/>
    <w:rsid w:val="001550BC"/>
    <w:rsid w:val="001605B9"/>
    <w:rsid w:val="00170EC5"/>
    <w:rsid w:val="001747C1"/>
    <w:rsid w:val="00184743"/>
    <w:rsid w:val="00207DF5"/>
    <w:rsid w:val="00255B5B"/>
    <w:rsid w:val="00280E07"/>
    <w:rsid w:val="0028275E"/>
    <w:rsid w:val="002C31BF"/>
    <w:rsid w:val="002D08B1"/>
    <w:rsid w:val="002E0CD7"/>
    <w:rsid w:val="00302C37"/>
    <w:rsid w:val="00341DCF"/>
    <w:rsid w:val="00345180"/>
    <w:rsid w:val="003512A0"/>
    <w:rsid w:val="00357BC6"/>
    <w:rsid w:val="003928D8"/>
    <w:rsid w:val="003956C6"/>
    <w:rsid w:val="003A3FBC"/>
    <w:rsid w:val="003B71C1"/>
    <w:rsid w:val="003C14C6"/>
    <w:rsid w:val="003C20A9"/>
    <w:rsid w:val="003C52A8"/>
    <w:rsid w:val="0041503F"/>
    <w:rsid w:val="004168C2"/>
    <w:rsid w:val="004263CF"/>
    <w:rsid w:val="00441430"/>
    <w:rsid w:val="00450F07"/>
    <w:rsid w:val="00453CD3"/>
    <w:rsid w:val="00460660"/>
    <w:rsid w:val="00462EC4"/>
    <w:rsid w:val="00486107"/>
    <w:rsid w:val="00491827"/>
    <w:rsid w:val="004B348C"/>
    <w:rsid w:val="004C4268"/>
    <w:rsid w:val="004C4399"/>
    <w:rsid w:val="004C787C"/>
    <w:rsid w:val="004E143C"/>
    <w:rsid w:val="004E3A53"/>
    <w:rsid w:val="004F20BC"/>
    <w:rsid w:val="004F4B9B"/>
    <w:rsid w:val="004F69EA"/>
    <w:rsid w:val="005063F6"/>
    <w:rsid w:val="005077B9"/>
    <w:rsid w:val="00511AB9"/>
    <w:rsid w:val="00523EA7"/>
    <w:rsid w:val="00553375"/>
    <w:rsid w:val="00557C28"/>
    <w:rsid w:val="0056107A"/>
    <w:rsid w:val="005736B7"/>
    <w:rsid w:val="00575E5A"/>
    <w:rsid w:val="005C6926"/>
    <w:rsid w:val="005C7E8D"/>
    <w:rsid w:val="005F1404"/>
    <w:rsid w:val="005F597B"/>
    <w:rsid w:val="0061068E"/>
    <w:rsid w:val="0065015A"/>
    <w:rsid w:val="00651282"/>
    <w:rsid w:val="00660AD3"/>
    <w:rsid w:val="00677B7F"/>
    <w:rsid w:val="006841C2"/>
    <w:rsid w:val="006A5570"/>
    <w:rsid w:val="006A689C"/>
    <w:rsid w:val="006B3D79"/>
    <w:rsid w:val="006B5B74"/>
    <w:rsid w:val="006D7AFE"/>
    <w:rsid w:val="006E0578"/>
    <w:rsid w:val="006E314D"/>
    <w:rsid w:val="00710723"/>
    <w:rsid w:val="0071594D"/>
    <w:rsid w:val="00723ED1"/>
    <w:rsid w:val="007314EF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7527"/>
    <w:rsid w:val="00886D4B"/>
    <w:rsid w:val="008945FD"/>
    <w:rsid w:val="00895406"/>
    <w:rsid w:val="0089674E"/>
    <w:rsid w:val="008A3568"/>
    <w:rsid w:val="008D03B9"/>
    <w:rsid w:val="008D06F0"/>
    <w:rsid w:val="008D22C9"/>
    <w:rsid w:val="008E1ED7"/>
    <w:rsid w:val="008F18D6"/>
    <w:rsid w:val="00904780"/>
    <w:rsid w:val="00922385"/>
    <w:rsid w:val="009223DF"/>
    <w:rsid w:val="00923DE9"/>
    <w:rsid w:val="00936091"/>
    <w:rsid w:val="00940D8A"/>
    <w:rsid w:val="009553DC"/>
    <w:rsid w:val="00956A4D"/>
    <w:rsid w:val="00962258"/>
    <w:rsid w:val="009678B7"/>
    <w:rsid w:val="00972357"/>
    <w:rsid w:val="009833E1"/>
    <w:rsid w:val="00992D9C"/>
    <w:rsid w:val="00996CB8"/>
    <w:rsid w:val="009B14A9"/>
    <w:rsid w:val="009B2E97"/>
    <w:rsid w:val="009D0D2A"/>
    <w:rsid w:val="009E07F4"/>
    <w:rsid w:val="009F392E"/>
    <w:rsid w:val="009F788C"/>
    <w:rsid w:val="009F7F8A"/>
    <w:rsid w:val="00A57B7F"/>
    <w:rsid w:val="00A60794"/>
    <w:rsid w:val="00A6177B"/>
    <w:rsid w:val="00A66136"/>
    <w:rsid w:val="00A756D0"/>
    <w:rsid w:val="00A8291C"/>
    <w:rsid w:val="00AA4CBB"/>
    <w:rsid w:val="00AA65FA"/>
    <w:rsid w:val="00AA7351"/>
    <w:rsid w:val="00AB3A74"/>
    <w:rsid w:val="00AD056F"/>
    <w:rsid w:val="00AD6731"/>
    <w:rsid w:val="00B036D3"/>
    <w:rsid w:val="00B15D0D"/>
    <w:rsid w:val="00B50BA3"/>
    <w:rsid w:val="00B75EE1"/>
    <w:rsid w:val="00B77481"/>
    <w:rsid w:val="00B8518B"/>
    <w:rsid w:val="00BA2ABD"/>
    <w:rsid w:val="00BD7E91"/>
    <w:rsid w:val="00C02D0A"/>
    <w:rsid w:val="00C03A6E"/>
    <w:rsid w:val="00C366F0"/>
    <w:rsid w:val="00C44F6A"/>
    <w:rsid w:val="00C47AE3"/>
    <w:rsid w:val="00CC7B49"/>
    <w:rsid w:val="00CD0FD1"/>
    <w:rsid w:val="00CD1FC4"/>
    <w:rsid w:val="00CD4113"/>
    <w:rsid w:val="00CF04E3"/>
    <w:rsid w:val="00D06C7A"/>
    <w:rsid w:val="00D21061"/>
    <w:rsid w:val="00D25D8F"/>
    <w:rsid w:val="00D4108E"/>
    <w:rsid w:val="00D434B3"/>
    <w:rsid w:val="00D60805"/>
    <w:rsid w:val="00D6163D"/>
    <w:rsid w:val="00D73D46"/>
    <w:rsid w:val="00D831A3"/>
    <w:rsid w:val="00DC62C4"/>
    <w:rsid w:val="00DC75F3"/>
    <w:rsid w:val="00DD3EA7"/>
    <w:rsid w:val="00DD46F3"/>
    <w:rsid w:val="00DE56F2"/>
    <w:rsid w:val="00DF116D"/>
    <w:rsid w:val="00E00F35"/>
    <w:rsid w:val="00E23B0D"/>
    <w:rsid w:val="00E36C4A"/>
    <w:rsid w:val="00EB104F"/>
    <w:rsid w:val="00ED14BD"/>
    <w:rsid w:val="00EF3BFB"/>
    <w:rsid w:val="00F0533E"/>
    <w:rsid w:val="00F1048D"/>
    <w:rsid w:val="00F12DEC"/>
    <w:rsid w:val="00F16937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A0EE0"/>
    <w:rsid w:val="00FC3D46"/>
    <w:rsid w:val="00FC6389"/>
    <w:rsid w:val="00FD16BC"/>
    <w:rsid w:val="00FF68BF"/>
    <w:rsid w:val="3B0026DC"/>
    <w:rsid w:val="68E9A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F0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04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04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8D8E26-2EC5-47DC-AB96-AAC14340A3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663bfd1d-2611-43d7-adb1-085579aef6c4"/>
    <ds:schemaRef ds:uri="a6c8c619-f7c9-4e85-a335-4987b594f627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A604CD-DC7F-4FE6-9C9F-F6FCCCF09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31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Orel Jan, Mgr. Bc.</cp:lastModifiedBy>
  <cp:revision>10</cp:revision>
  <cp:lastPrinted>2017-11-28T17:18:00Z</cp:lastPrinted>
  <dcterms:created xsi:type="dcterms:W3CDTF">2024-08-12T11:26:00Z</dcterms:created>
  <dcterms:modified xsi:type="dcterms:W3CDTF">2024-11-15T08:29:00Z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